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19EBBEFD" w:rsidR="003F06C5" w:rsidRDefault="003358C9" w:rsidP="00957CE9">
      <w:pPr>
        <w:jc w:val="both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ACUERDO DE LA DELEGACIÓN DE ESTUDIANTES DE LA FACULTAD/ESCUELA DE ______________________________________</w:t>
      </w:r>
    </w:p>
    <w:p w14:paraId="32693AFC" w14:textId="77777777" w:rsidR="00957CE9" w:rsidRPr="003F06C5" w:rsidRDefault="00957CE9" w:rsidP="00957CE9">
      <w:pPr>
        <w:jc w:val="both"/>
        <w:rPr>
          <w:rFonts w:ascii="Montserrat" w:hAnsi="Montserrat"/>
          <w:b/>
          <w:bCs/>
          <w:sz w:val="28"/>
          <w:szCs w:val="28"/>
        </w:rPr>
      </w:pPr>
    </w:p>
    <w:p w14:paraId="592EF1F8" w14:textId="5932CCA6" w:rsidR="00957CE9" w:rsidRDefault="00957CE9" w:rsidP="003358C9">
      <w:pPr>
        <w:jc w:val="both"/>
        <w:rPr>
          <w:rFonts w:ascii="Montserrat" w:hAnsi="Montserrat"/>
        </w:rPr>
      </w:pPr>
      <w:r w:rsidRPr="00957CE9">
        <w:rPr>
          <w:rFonts w:ascii="Montserrat" w:hAnsi="Montserrat"/>
        </w:rPr>
        <w:t>E</w:t>
      </w:r>
      <w:r w:rsidR="003358C9">
        <w:rPr>
          <w:rFonts w:ascii="Montserrat" w:hAnsi="Montserrat"/>
        </w:rPr>
        <w:t>l Pleno de la Delegación de Estudiantes de la Facultad/Escuela de ________________________________________________________, en la sesión extraordinaria celebrada el 7 de noviembre de 2025, en el punto X del Orden del Día, relativo a la Elección de los representantes del Consejo de Estudiantes de la Universidad de León</w:t>
      </w:r>
    </w:p>
    <w:p w14:paraId="52E62CD0" w14:textId="77777777" w:rsidR="003358C9" w:rsidRDefault="003358C9" w:rsidP="003358C9">
      <w:pPr>
        <w:jc w:val="both"/>
        <w:rPr>
          <w:rFonts w:ascii="Montserrat" w:hAnsi="Montserrat"/>
        </w:rPr>
      </w:pPr>
    </w:p>
    <w:p w14:paraId="5F1A7AE9" w14:textId="4140CEF0" w:rsidR="003358C9" w:rsidRDefault="003358C9" w:rsidP="003358C9">
      <w:p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ACORDÓ</w:t>
      </w:r>
    </w:p>
    <w:p w14:paraId="03346D49" w14:textId="77777777" w:rsidR="003358C9" w:rsidRDefault="003358C9" w:rsidP="003358C9">
      <w:pPr>
        <w:jc w:val="both"/>
        <w:rPr>
          <w:rFonts w:ascii="Montserrat" w:hAnsi="Montserrat"/>
          <w:b/>
          <w:bCs/>
        </w:rPr>
      </w:pPr>
    </w:p>
    <w:p w14:paraId="7F676246" w14:textId="131F4DA4" w:rsidR="003358C9" w:rsidRDefault="003358C9" w:rsidP="003358C9">
      <w:pPr>
        <w:jc w:val="both"/>
        <w:rPr>
          <w:rFonts w:ascii="Montserrat" w:hAnsi="Montserrat"/>
        </w:rPr>
      </w:pPr>
      <w:proofErr w:type="gramStart"/>
      <w:r>
        <w:rPr>
          <w:rFonts w:ascii="Montserrat" w:hAnsi="Montserrat"/>
        </w:rPr>
        <w:t>Nombrar como</w:t>
      </w:r>
      <w:proofErr w:type="gramEnd"/>
      <w:r>
        <w:rPr>
          <w:rFonts w:ascii="Montserrat" w:hAnsi="Montserrat"/>
        </w:rPr>
        <w:t xml:space="preserve"> representantes de la Delegación de Estudiantes de la Facultad/Escuela en el Consejo de Estudiantes a:</w:t>
      </w:r>
    </w:p>
    <w:p w14:paraId="14AC9273" w14:textId="77777777" w:rsidR="003358C9" w:rsidRDefault="003358C9" w:rsidP="003358C9">
      <w:pPr>
        <w:jc w:val="both"/>
        <w:rPr>
          <w:rFonts w:ascii="Montserrat" w:hAnsi="Montserrat"/>
        </w:rPr>
      </w:pPr>
    </w:p>
    <w:p w14:paraId="768851FE" w14:textId="064E8947" w:rsidR="003358C9" w:rsidRDefault="003358C9" w:rsidP="003358C9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>
        <w:rPr>
          <w:rFonts w:ascii="Montserrat" w:hAnsi="Montserrat"/>
        </w:rPr>
        <w:t xml:space="preserve">D./Dña. __________________________ como </w:t>
      </w:r>
      <w:proofErr w:type="gramStart"/>
      <w:r>
        <w:rPr>
          <w:rFonts w:ascii="Montserrat" w:hAnsi="Montserrat"/>
        </w:rPr>
        <w:t>Delegado</w:t>
      </w:r>
      <w:proofErr w:type="gramEnd"/>
      <w:r>
        <w:rPr>
          <w:rFonts w:ascii="Montserrat" w:hAnsi="Montserrat"/>
        </w:rPr>
        <w:t>/a de Centro.</w:t>
      </w:r>
    </w:p>
    <w:p w14:paraId="0F8991E5" w14:textId="1B9E6AE9" w:rsidR="003358C9" w:rsidRDefault="003358C9" w:rsidP="003358C9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>
        <w:rPr>
          <w:rFonts w:ascii="Montserrat" w:hAnsi="Montserrat"/>
        </w:rPr>
        <w:t>D./Dña. __________________________</w:t>
      </w:r>
      <w:r>
        <w:rPr>
          <w:rFonts w:ascii="Montserrat" w:hAnsi="Montserrat"/>
        </w:rPr>
        <w:t xml:space="preserve"> como miembro claustral.</w:t>
      </w:r>
    </w:p>
    <w:p w14:paraId="6AB79A0F" w14:textId="3A98690E" w:rsidR="003358C9" w:rsidRPr="003358C9" w:rsidRDefault="003358C9" w:rsidP="003358C9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>
        <w:rPr>
          <w:rFonts w:ascii="Montserrat" w:hAnsi="Montserrat"/>
        </w:rPr>
        <w:t>D./Dña. __________________________</w:t>
      </w:r>
      <w:r>
        <w:rPr>
          <w:rFonts w:ascii="Montserrat" w:hAnsi="Montserrat"/>
        </w:rPr>
        <w:t xml:space="preserve"> como miembro electo por el Pleno.</w:t>
      </w:r>
    </w:p>
    <w:p w14:paraId="69F8D1B5" w14:textId="77777777" w:rsidR="00191427" w:rsidRDefault="00191427" w:rsidP="00957CE9">
      <w:pPr>
        <w:jc w:val="both"/>
        <w:rPr>
          <w:rFonts w:ascii="Montserrat" w:hAnsi="Montserrat"/>
        </w:rPr>
      </w:pPr>
    </w:p>
    <w:p w14:paraId="72D9379C" w14:textId="77777777" w:rsidR="00957CE9" w:rsidRDefault="00957CE9" w:rsidP="00957CE9">
      <w:pPr>
        <w:jc w:val="both"/>
        <w:rPr>
          <w:rFonts w:ascii="Montserrat" w:hAnsi="Montserrat"/>
        </w:rPr>
      </w:pPr>
    </w:p>
    <w:p w14:paraId="543FEF51" w14:textId="7A372FBA" w:rsidR="00191427" w:rsidRDefault="00957CE9" w:rsidP="00957CE9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Firmado en León a X de</w:t>
      </w:r>
      <w:r w:rsidR="003358C9">
        <w:rPr>
          <w:rFonts w:ascii="Montserrat" w:hAnsi="Montserrat"/>
        </w:rPr>
        <w:t xml:space="preserve"> noviembre</w:t>
      </w:r>
      <w:r>
        <w:rPr>
          <w:rFonts w:ascii="Montserrat" w:hAnsi="Montserrat"/>
        </w:rPr>
        <w:t xml:space="preserve"> de 2025.</w:t>
      </w:r>
    </w:p>
    <w:p w14:paraId="0CF65606" w14:textId="77777777" w:rsidR="00191427" w:rsidRDefault="00191427" w:rsidP="00957CE9">
      <w:pPr>
        <w:jc w:val="both"/>
        <w:rPr>
          <w:rFonts w:ascii="Montserrat" w:hAnsi="Montserrat"/>
        </w:rPr>
      </w:pPr>
    </w:p>
    <w:p w14:paraId="6EE987D9" w14:textId="77777777" w:rsidR="00957CE9" w:rsidRDefault="00957CE9" w:rsidP="00957CE9">
      <w:pPr>
        <w:jc w:val="both"/>
        <w:rPr>
          <w:rFonts w:ascii="Montserrat" w:hAnsi="Montserrat"/>
        </w:rPr>
      </w:pPr>
    </w:p>
    <w:p w14:paraId="6EDACEF3" w14:textId="77777777" w:rsidR="00957CE9" w:rsidRDefault="00957CE9" w:rsidP="00957CE9">
      <w:pPr>
        <w:jc w:val="both"/>
        <w:rPr>
          <w:rFonts w:ascii="Montserrat" w:hAnsi="Montserrat"/>
        </w:rPr>
      </w:pPr>
    </w:p>
    <w:p w14:paraId="14664667" w14:textId="77777777" w:rsidR="00957CE9" w:rsidRDefault="00957CE9" w:rsidP="00957CE9">
      <w:pPr>
        <w:jc w:val="both"/>
        <w:rPr>
          <w:rFonts w:ascii="Montserrat" w:hAnsi="Montserrat"/>
        </w:rPr>
      </w:pPr>
    </w:p>
    <w:p w14:paraId="606E9E5F" w14:textId="77777777" w:rsidR="00957CE9" w:rsidRDefault="00957CE9" w:rsidP="00957CE9">
      <w:pPr>
        <w:jc w:val="both"/>
        <w:rPr>
          <w:rFonts w:ascii="Montserrat" w:hAnsi="Montserrat"/>
        </w:rPr>
      </w:pPr>
    </w:p>
    <w:p w14:paraId="3FDD1607" w14:textId="77777777" w:rsidR="00957CE9" w:rsidRDefault="00957CE9" w:rsidP="00957CE9">
      <w:pPr>
        <w:jc w:val="both"/>
        <w:rPr>
          <w:rFonts w:ascii="Montserrat" w:hAnsi="Montserrat"/>
        </w:rPr>
      </w:pPr>
    </w:p>
    <w:p w14:paraId="45FE0256" w14:textId="77777777" w:rsidR="00957CE9" w:rsidRDefault="00957CE9" w:rsidP="00957CE9">
      <w:pPr>
        <w:jc w:val="both"/>
        <w:rPr>
          <w:rFonts w:ascii="Montserrat" w:hAnsi="Montserrat"/>
        </w:rPr>
      </w:pPr>
    </w:p>
    <w:p w14:paraId="3FA3CBBC" w14:textId="2E447E82" w:rsidR="00191427" w:rsidRDefault="00191427" w:rsidP="00957CE9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Fdo.____________________________</w:t>
      </w:r>
    </w:p>
    <w:p w14:paraId="33CE3EBC" w14:textId="77777777" w:rsidR="00191427" w:rsidRDefault="00191427" w:rsidP="00957CE9">
      <w:pPr>
        <w:jc w:val="both"/>
        <w:rPr>
          <w:rFonts w:ascii="Montserrat" w:hAnsi="Montserrat"/>
        </w:rPr>
      </w:pPr>
    </w:p>
    <w:p w14:paraId="016465A2" w14:textId="77777777" w:rsidR="003358C9" w:rsidRDefault="003358C9" w:rsidP="00957CE9">
      <w:pPr>
        <w:jc w:val="both"/>
        <w:rPr>
          <w:rFonts w:ascii="Montserrat" w:hAnsi="Montserrat"/>
        </w:rPr>
      </w:pPr>
    </w:p>
    <w:p w14:paraId="0792557A" w14:textId="77777777" w:rsidR="003358C9" w:rsidRDefault="003358C9" w:rsidP="00957CE9">
      <w:pPr>
        <w:jc w:val="both"/>
        <w:rPr>
          <w:rFonts w:ascii="Montserrat" w:hAnsi="Montserrat"/>
        </w:rPr>
      </w:pPr>
    </w:p>
    <w:p w14:paraId="71DD2E2E" w14:textId="77777777" w:rsidR="003358C9" w:rsidRDefault="003358C9" w:rsidP="00957CE9">
      <w:pPr>
        <w:jc w:val="both"/>
        <w:rPr>
          <w:rFonts w:ascii="Montserrat" w:hAnsi="Montserrat"/>
        </w:rPr>
      </w:pPr>
    </w:p>
    <w:p w14:paraId="650EC8B3" w14:textId="77777777" w:rsidR="003358C9" w:rsidRDefault="003358C9" w:rsidP="00957CE9">
      <w:pPr>
        <w:jc w:val="both"/>
        <w:rPr>
          <w:rFonts w:ascii="Montserrat" w:hAnsi="Montserrat"/>
        </w:rPr>
      </w:pPr>
    </w:p>
    <w:p w14:paraId="59BE13A7" w14:textId="77777777" w:rsidR="003358C9" w:rsidRDefault="003358C9" w:rsidP="00957CE9">
      <w:pPr>
        <w:jc w:val="both"/>
        <w:rPr>
          <w:rFonts w:ascii="Montserrat" w:hAnsi="Montserrat"/>
        </w:rPr>
      </w:pPr>
    </w:p>
    <w:p w14:paraId="0DA61792" w14:textId="77777777" w:rsidR="003358C9" w:rsidRDefault="003358C9" w:rsidP="00957CE9">
      <w:pPr>
        <w:jc w:val="both"/>
        <w:rPr>
          <w:rFonts w:ascii="Montserrat" w:hAnsi="Montserrat"/>
        </w:rPr>
      </w:pPr>
    </w:p>
    <w:p w14:paraId="17C66FBB" w14:textId="77777777" w:rsidR="003358C9" w:rsidRDefault="003358C9" w:rsidP="00957CE9">
      <w:pPr>
        <w:jc w:val="both"/>
        <w:rPr>
          <w:rFonts w:ascii="Montserrat" w:hAnsi="Montserrat"/>
        </w:rPr>
      </w:pPr>
    </w:p>
    <w:p w14:paraId="035F8451" w14:textId="77777777" w:rsidR="003358C9" w:rsidRDefault="003358C9" w:rsidP="00957CE9">
      <w:pPr>
        <w:jc w:val="both"/>
        <w:rPr>
          <w:rFonts w:ascii="Montserrat" w:hAnsi="Montserrat"/>
        </w:rPr>
      </w:pPr>
    </w:p>
    <w:p w14:paraId="487A5C74" w14:textId="77777777" w:rsidR="003358C9" w:rsidRDefault="003358C9" w:rsidP="00957CE9">
      <w:pPr>
        <w:jc w:val="both"/>
        <w:rPr>
          <w:rFonts w:ascii="Montserrat" w:hAnsi="Montserrat"/>
        </w:rPr>
      </w:pPr>
    </w:p>
    <w:p w14:paraId="53FF7015" w14:textId="77777777" w:rsidR="003358C9" w:rsidRDefault="003358C9" w:rsidP="00957CE9">
      <w:pPr>
        <w:jc w:val="both"/>
        <w:rPr>
          <w:rFonts w:ascii="Montserrat" w:hAnsi="Montserrat"/>
        </w:rPr>
      </w:pPr>
    </w:p>
    <w:p w14:paraId="19334191" w14:textId="5245F389" w:rsidR="00F91EEB" w:rsidRPr="004572AD" w:rsidRDefault="003358C9" w:rsidP="003358C9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A la atención</w:t>
      </w:r>
      <w:r>
        <w:rPr>
          <w:rFonts w:ascii="Montserrat" w:hAnsi="Montserrat"/>
          <w:b/>
          <w:bCs/>
        </w:rPr>
        <w:t xml:space="preserve"> del Consejo de Estudiantes de la Universidad de León (</w:t>
      </w:r>
      <w:hyperlink r:id="rId10" w:history="1">
        <w:r w:rsidRPr="003358C9">
          <w:rPr>
            <w:rStyle w:val="Hipervnculo"/>
            <w:rFonts w:ascii="Montserrat" w:hAnsi="Montserrat"/>
            <w:b/>
            <w:bCs/>
          </w:rPr>
          <w:t>recjeule@unileon.es</w:t>
        </w:r>
      </w:hyperlink>
      <w:r>
        <w:rPr>
          <w:rFonts w:ascii="Montserrat" w:hAnsi="Montserrat"/>
          <w:b/>
          <w:bCs/>
        </w:rPr>
        <w:t>)</w:t>
      </w:r>
    </w:p>
    <w:sectPr w:rsidR="00F91EEB" w:rsidRPr="004572AD" w:rsidSect="00106B42">
      <w:headerReference w:type="default" r:id="rId11"/>
      <w:footerReference w:type="default" r:id="rId12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4F62A" w14:textId="77777777" w:rsidR="00F340EA" w:rsidRDefault="00F340EA" w:rsidP="003336CB">
      <w:r>
        <w:separator/>
      </w:r>
    </w:p>
  </w:endnote>
  <w:endnote w:type="continuationSeparator" w:id="0">
    <w:p w14:paraId="1383CA6B" w14:textId="77777777" w:rsidR="00F340EA" w:rsidRDefault="00F340EA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282764CC" w:rsidR="000C5B27" w:rsidRDefault="00E90932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5C893F5" wp14:editId="59768536">
              <wp:simplePos x="0" y="0"/>
              <wp:positionH relativeFrom="column">
                <wp:posOffset>-363220</wp:posOffset>
              </wp:positionH>
              <wp:positionV relativeFrom="paragraph">
                <wp:posOffset>791845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53355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59EEF960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FE1CC3D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54651D5F" w14:textId="77777777" w:rsidR="00E90932" w:rsidRPr="0083262B" w:rsidRDefault="00E90932" w:rsidP="00E90932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C893F5" id="Grupo 2" o:spid="_x0000_s1027" style="position:absolute;margin-left:-28.6pt;margin-top:62.3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BCAAAAAFJnaHRsb25nAAAITg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AwMAAAABAAAAoAAAAAUAAAHgAAAJYAAA&#10;AucAGAAB/9j/7QAMQWRvYmVfQ00AAf/uAA5BZG9iZQBkgAAAAAH/2wCEAAwICAgJCAwJCQwRCwoL&#10;ERUPDAwPFRgTExUTExgRDAwMDAwMEQwMDAwMDAwMDAwMDAwMDAwMDAwMDAwMDAwMDAwBDQsLDQ4N&#10;EA4OEBQODg4UFA4ODg4UEQwMDAwMEREMDAwMDAwRDAwMDAwMDAwMDAwMDAwMDAwMDAwMDAwMDAwM&#10;DP/AABEIAAU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O&#10;QWRvYmUAZEAAAAAB/9sAhAABAQEBAQEBAQEBAQEBAQEBAQEBAQEBAQEBAQEBAgEBAQEBAQICAgIC&#10;AgICAgICAgICAwMDAwMDAwMDAwMDAwMDAQEBAQEBAQIBAQIDAgICAwMDAwMDAwMDAwMDAwMDAwMD&#10;AwMDAwMDAwMDAwMDAwMDAwMDAwMDAwMDAwMDAwMDAwP/wAARCABCCE4DAREAAhEBAxEB/90ABAEK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MW5tx4raOBy&#10;m5c21cmJw9M1XXPjMPmNwV6wKwQmlw234KqtqGuR+3T07v8AnTYH37pDuW42u02Mu5XpYRQrqbRH&#10;JK1PlHEryOfkisfl0Af+zd9H/wDK72bz/X4/fIEf/Kv790A/9dvkilfEvP8AuVbr/wBsXXf+zd9H&#10;/wDK72Z/6T/8gP8A7F/fut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lNs75&#10;GdV783Hjtqbbqt8yZrK/d/ZJmOn+4NrY1vsaCXJVH3Oe3TgaKggtFDIU89SmttMaapHRG90Z7P7i&#10;8q77uMe1ba9yZpdWkSWF/CnarOayz20cS9qmmpxqNFWrEAjl790OOve/de6//9Df49+691737r3X&#10;vfuvddG9uPr7917riA1+fp+Pp9fpz9fx791rJ49c/fut9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8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1EE53355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59EEF960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FE1CC3D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54651D5F" w14:textId="77777777" w:rsidR="00E90932" w:rsidRPr="0083262B" w:rsidRDefault="00E90932" w:rsidP="00E90932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545F231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AF91B6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7AB1E" w14:textId="77777777" w:rsidR="00F340EA" w:rsidRDefault="00F340EA" w:rsidP="003336CB">
      <w:r>
        <w:separator/>
      </w:r>
    </w:p>
  </w:footnote>
  <w:footnote w:type="continuationSeparator" w:id="0">
    <w:p w14:paraId="54048AC9" w14:textId="77777777" w:rsidR="00F340EA" w:rsidRDefault="00F340EA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057F32F9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3358C9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XIII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057F32F9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3358C9">
                      <w:rPr>
                        <w:rFonts w:ascii="Montserrat" w:hAnsi="Montserrat"/>
                        <w:b/>
                        <w:bCs/>
                        <w:szCs w:val="40"/>
                      </w:rPr>
                      <w:t>XIII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5160F"/>
    <w:multiLevelType w:val="hybridMultilevel"/>
    <w:tmpl w:val="BF5817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1377EC4"/>
    <w:multiLevelType w:val="hybridMultilevel"/>
    <w:tmpl w:val="0422C5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070266">
    <w:abstractNumId w:val="1"/>
  </w:num>
  <w:num w:numId="2" w16cid:durableId="793908156">
    <w:abstractNumId w:val="0"/>
  </w:num>
  <w:num w:numId="3" w16cid:durableId="1020471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43CFF"/>
    <w:rsid w:val="00160DF4"/>
    <w:rsid w:val="00191427"/>
    <w:rsid w:val="00196109"/>
    <w:rsid w:val="00230ACD"/>
    <w:rsid w:val="002E17F9"/>
    <w:rsid w:val="002F30A2"/>
    <w:rsid w:val="003336CB"/>
    <w:rsid w:val="003358C9"/>
    <w:rsid w:val="00372077"/>
    <w:rsid w:val="003E4FC7"/>
    <w:rsid w:val="003F06C5"/>
    <w:rsid w:val="003F0B10"/>
    <w:rsid w:val="003F0C85"/>
    <w:rsid w:val="003F40F0"/>
    <w:rsid w:val="003F6B0B"/>
    <w:rsid w:val="00450B97"/>
    <w:rsid w:val="004572AD"/>
    <w:rsid w:val="00560BB0"/>
    <w:rsid w:val="00564DA8"/>
    <w:rsid w:val="005742A2"/>
    <w:rsid w:val="00587267"/>
    <w:rsid w:val="00632F61"/>
    <w:rsid w:val="00651E15"/>
    <w:rsid w:val="006B17B1"/>
    <w:rsid w:val="006B6BD5"/>
    <w:rsid w:val="006E4061"/>
    <w:rsid w:val="006F6407"/>
    <w:rsid w:val="007530E9"/>
    <w:rsid w:val="007A0B47"/>
    <w:rsid w:val="0083262B"/>
    <w:rsid w:val="00957CE9"/>
    <w:rsid w:val="0096614F"/>
    <w:rsid w:val="00A052FA"/>
    <w:rsid w:val="00A24895"/>
    <w:rsid w:val="00A849B7"/>
    <w:rsid w:val="00A97D34"/>
    <w:rsid w:val="00AA7C57"/>
    <w:rsid w:val="00B01372"/>
    <w:rsid w:val="00B10451"/>
    <w:rsid w:val="00B267F6"/>
    <w:rsid w:val="00B34DC5"/>
    <w:rsid w:val="00B70161"/>
    <w:rsid w:val="00B9480E"/>
    <w:rsid w:val="00BA712B"/>
    <w:rsid w:val="00BE1C06"/>
    <w:rsid w:val="00BE2EB3"/>
    <w:rsid w:val="00BF3B57"/>
    <w:rsid w:val="00C30E8A"/>
    <w:rsid w:val="00C34DCB"/>
    <w:rsid w:val="00C37713"/>
    <w:rsid w:val="00C6748B"/>
    <w:rsid w:val="00C94A2B"/>
    <w:rsid w:val="00CC6BF5"/>
    <w:rsid w:val="00CE707B"/>
    <w:rsid w:val="00D45A51"/>
    <w:rsid w:val="00D5688B"/>
    <w:rsid w:val="00D74F60"/>
    <w:rsid w:val="00DD37D3"/>
    <w:rsid w:val="00E90932"/>
    <w:rsid w:val="00F25945"/>
    <w:rsid w:val="00F340EA"/>
    <w:rsid w:val="00F70B37"/>
    <w:rsid w:val="00F91EEB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9093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358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recjeule@unileon.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75</TotalTime>
  <Pages>1</Pages>
  <Words>147</Words>
  <Characters>814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23</cp:revision>
  <cp:lastPrinted>2025-10-07T13:19:00Z</cp:lastPrinted>
  <dcterms:created xsi:type="dcterms:W3CDTF">2025-03-21T09:48:00Z</dcterms:created>
  <dcterms:modified xsi:type="dcterms:W3CDTF">2025-10-15T09:02:00Z</dcterms:modified>
</cp:coreProperties>
</file>